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136" w:rsidRDefault="007F3136" w:rsidP="007F313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Good Monday Morning Girls!</w:t>
      </w:r>
    </w:p>
    <w:p w:rsidR="007F3136" w:rsidRDefault="007F3136" w:rsidP="007F313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 your members that are going to PASNAP-</w:t>
      </w:r>
    </w:p>
    <w:p w:rsidR="007F3136" w:rsidRDefault="007F3136" w:rsidP="007F3136"/>
    <w:p w:rsidR="007F3136" w:rsidRDefault="007F3136" w:rsidP="007F3136">
      <w:pPr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b/>
          <w:bCs/>
          <w:color w:val="000000"/>
          <w:sz w:val="27"/>
          <w:szCs w:val="27"/>
        </w:rPr>
        <w:t>New this year: a PASNAP Service Project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  <w:sz w:val="27"/>
          <w:szCs w:val="27"/>
        </w:rPr>
        <w:t xml:space="preserve">Attention conference goers! </w:t>
      </w:r>
      <w:r>
        <w:rPr>
          <w:rFonts w:ascii="Helvetica" w:hAnsi="Helvetica" w:cs="Helvetica"/>
          <w:b/>
          <w:bCs/>
          <w:i/>
          <w:iCs/>
          <w:color w:val="000000"/>
          <w:sz w:val="27"/>
          <w:szCs w:val="27"/>
        </w:rPr>
        <w:t xml:space="preserve">We will be collecting old prescription eye glasses at the conference as a service project to donate to the Lion's Club.  </w:t>
      </w:r>
      <w:r>
        <w:rPr>
          <w:rFonts w:ascii="Helvetica" w:hAnsi="Helvetica" w:cs="Helvetica"/>
          <w:color w:val="000000"/>
          <w:sz w:val="27"/>
          <w:szCs w:val="27"/>
        </w:rPr>
        <w:br/>
        <w:t>Please share this with your co-workers, family, and friends and collect what you can.</w:t>
      </w:r>
      <w:r>
        <w:rPr>
          <w:rFonts w:ascii="Helvetica" w:hAnsi="Helvetica" w:cs="Helvetica"/>
          <w:color w:val="000000"/>
          <w:sz w:val="27"/>
          <w:szCs w:val="27"/>
        </w:rPr>
        <w:br/>
        <w:t>Donations may be dropped off in the collection box at the registration desk.</w:t>
      </w:r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</w:rPr>
        <w:br/>
        <w:t xml:space="preserve">Our goal is to collect 100 pairs of glasses for donation. </w:t>
      </w:r>
      <w:r>
        <w:rPr>
          <w:rFonts w:ascii="Helvetica" w:hAnsi="Helvetica" w:cs="Helvetica"/>
          <w:b/>
          <w:bCs/>
          <w:color w:val="000000"/>
          <w:sz w:val="27"/>
          <w:szCs w:val="27"/>
        </w:rPr>
        <w:t>YOU CAN MAKE IT HAPPEN.</w:t>
      </w:r>
      <w:r>
        <w:rPr>
          <w:rFonts w:ascii="Helvetica" w:hAnsi="Helvetica" w:cs="Helvetica"/>
          <w:color w:val="000000"/>
          <w:sz w:val="27"/>
          <w:szCs w:val="27"/>
        </w:rPr>
        <w:br/>
        <w:t>Thank you in advance for participating in this worthwhile cause.</w:t>
      </w:r>
    </w:p>
    <w:p w:rsidR="00FC6384" w:rsidRDefault="00FC6384">
      <w:bookmarkStart w:id="0" w:name="_GoBack"/>
      <w:bookmarkEnd w:id="0"/>
    </w:p>
    <w:sectPr w:rsidR="00FC6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36"/>
    <w:rsid w:val="007F3136"/>
    <w:rsid w:val="00FC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346BE0-B1F3-4D8A-A91B-06997423F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3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926D9638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Gill, Donna</dc:creator>
  <cp:keywords/>
  <dc:description/>
  <cp:lastModifiedBy>Gill, Donna</cp:lastModifiedBy>
  <cp:revision>1</cp:revision>
  <dcterms:created xsi:type="dcterms:W3CDTF">2017-03-20T16:51:00Z</dcterms:created>
  <dcterms:modified xsi:type="dcterms:W3CDTF">2017-03-20T16:52:00Z</dcterms:modified>
</cp:coreProperties>
</file>